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2DCA2" w14:textId="53C741B2" w:rsidR="0061146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Pan</w:t>
      </w:r>
      <w:r w:rsidR="002A279C">
        <w:rPr>
          <w:rFonts w:asciiTheme="minorHAnsi" w:hAnsiTheme="minorHAnsi" w:cstheme="minorHAnsi"/>
          <w:b/>
          <w:bCs/>
        </w:rPr>
        <w:t>i</w:t>
      </w:r>
    </w:p>
    <w:p w14:paraId="1E303E08" w14:textId="77777777" w:rsidR="002A279C" w:rsidRDefault="002A279C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Wioletta Zwara </w:t>
      </w:r>
    </w:p>
    <w:p w14:paraId="19E9624F" w14:textId="3BC86FC1" w:rsidR="00FD0F5D" w:rsidRDefault="0061146D" w:rsidP="002B15F2">
      <w:pPr>
        <w:ind w:left="3969" w:firstLine="426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Sekretarz</w:t>
      </w:r>
    </w:p>
    <w:p w14:paraId="31C76081" w14:textId="1A8FDBB6" w:rsidR="00E20DF4" w:rsidRDefault="00E20DF4" w:rsidP="002B15F2">
      <w:pPr>
        <w:ind w:left="3969" w:firstLine="426"/>
        <w:rPr>
          <w:rFonts w:asciiTheme="minorHAnsi" w:hAnsiTheme="minorHAnsi" w:cstheme="minorHAnsi"/>
          <w:b/>
          <w:bCs/>
        </w:rPr>
      </w:pPr>
      <w:r w:rsidRPr="00E20DF4">
        <w:rPr>
          <w:rFonts w:asciiTheme="minorHAnsi" w:hAnsiTheme="minorHAnsi" w:cstheme="minorHAnsi"/>
          <w:b/>
          <w:bCs/>
        </w:rPr>
        <w:t>Komitetu Rady Ministrów do spraw Cyfryzacji</w:t>
      </w:r>
    </w:p>
    <w:p w14:paraId="61A28A64" w14:textId="640504C4" w:rsidR="0061146D" w:rsidRDefault="0061146D" w:rsidP="0061146D">
      <w:pPr>
        <w:spacing w:before="480" w:after="120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Szanown</w:t>
      </w:r>
      <w:r w:rsidR="002A279C">
        <w:rPr>
          <w:rFonts w:asciiTheme="minorHAnsi" w:hAnsiTheme="minorHAnsi" w:cstheme="minorHAnsi"/>
          <w:i/>
          <w:iCs/>
        </w:rPr>
        <w:t>a Pani</w:t>
      </w:r>
      <w:r>
        <w:rPr>
          <w:rFonts w:asciiTheme="minorHAnsi" w:hAnsiTheme="minorHAnsi" w:cstheme="minorHAnsi"/>
          <w:i/>
          <w:iCs/>
        </w:rPr>
        <w:t xml:space="preserve"> </w:t>
      </w:r>
      <w:r w:rsidR="002A279C">
        <w:rPr>
          <w:rFonts w:asciiTheme="minorHAnsi" w:hAnsiTheme="minorHAnsi" w:cstheme="minorHAnsi"/>
          <w:i/>
          <w:iCs/>
        </w:rPr>
        <w:t>Sekretarz</w:t>
      </w:r>
      <w:r>
        <w:rPr>
          <w:rFonts w:asciiTheme="minorHAnsi" w:hAnsiTheme="minorHAnsi" w:cstheme="minorHAnsi"/>
          <w:i/>
          <w:iCs/>
        </w:rPr>
        <w:t>,</w:t>
      </w:r>
    </w:p>
    <w:p w14:paraId="31982886" w14:textId="2FDB18E9" w:rsidR="00A41087" w:rsidRDefault="00A20BEF" w:rsidP="00A20BEF">
      <w:pPr>
        <w:spacing w:line="320" w:lineRule="exact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Cs/>
        </w:rPr>
        <w:t>w</w:t>
      </w:r>
      <w:r w:rsidR="00A41087">
        <w:rPr>
          <w:rFonts w:asciiTheme="minorHAnsi" w:hAnsiTheme="minorHAnsi" w:cstheme="minorHAnsi"/>
          <w:iCs/>
        </w:rPr>
        <w:t xml:space="preserve"> załączeniu przesyłam stanowisko wobec uwag do</w:t>
      </w:r>
      <w:r w:rsidR="0061146D">
        <w:rPr>
          <w:rFonts w:asciiTheme="minorHAnsi" w:hAnsiTheme="minorHAnsi" w:cstheme="minorHAnsi"/>
          <w:b/>
          <w:bCs/>
          <w:iCs/>
        </w:rPr>
        <w:t xml:space="preserve"> </w:t>
      </w:r>
      <w:r w:rsidR="0091688F" w:rsidRPr="00A20BEF">
        <w:rPr>
          <w:rFonts w:asciiTheme="minorHAnsi" w:hAnsiTheme="minorHAnsi" w:cstheme="minorHAnsi"/>
          <w:b/>
          <w:bCs/>
        </w:rPr>
        <w:t>projekt</w:t>
      </w:r>
      <w:r w:rsidR="00A41087" w:rsidRPr="00A20BEF">
        <w:rPr>
          <w:rFonts w:asciiTheme="minorHAnsi" w:hAnsiTheme="minorHAnsi" w:cstheme="minorHAnsi"/>
          <w:b/>
          <w:bCs/>
        </w:rPr>
        <w:t>u</w:t>
      </w:r>
      <w:r w:rsidR="0091688F" w:rsidRPr="00A20BEF">
        <w:rPr>
          <w:rFonts w:asciiTheme="minorHAnsi" w:hAnsiTheme="minorHAnsi" w:cstheme="minorHAnsi"/>
          <w:b/>
          <w:bCs/>
        </w:rPr>
        <w:t xml:space="preserve"> </w:t>
      </w:r>
      <w:r w:rsidR="00E777B4" w:rsidRPr="00A20BEF">
        <w:rPr>
          <w:rFonts w:asciiTheme="minorHAnsi" w:hAnsiTheme="minorHAnsi" w:cstheme="minorHAnsi"/>
          <w:b/>
          <w:bCs/>
        </w:rPr>
        <w:t>rozporządzenia Ministra Cyfryzacji w sprawie warunków technicznych, jakim powinny odpowiadać kanały technologiczne</w:t>
      </w:r>
      <w:r w:rsidR="000D506B">
        <w:rPr>
          <w:rFonts w:asciiTheme="minorHAnsi" w:hAnsiTheme="minorHAnsi" w:cstheme="minorHAnsi"/>
          <w:b/>
          <w:bCs/>
          <w:i/>
        </w:rPr>
        <w:t xml:space="preserve"> </w:t>
      </w:r>
      <w:r w:rsidR="000D506B" w:rsidRPr="00A20BEF">
        <w:rPr>
          <w:rFonts w:asciiTheme="minorHAnsi" w:hAnsiTheme="minorHAnsi" w:cstheme="minorHAnsi"/>
        </w:rPr>
        <w:t>(WPL MC poz. 17</w:t>
      </w:r>
      <w:r w:rsidR="00E777B4" w:rsidRPr="00A20BEF">
        <w:rPr>
          <w:rFonts w:asciiTheme="minorHAnsi" w:hAnsiTheme="minorHAnsi" w:cstheme="minorHAnsi"/>
        </w:rPr>
        <w:t>4</w:t>
      </w:r>
      <w:r w:rsidR="000D506B" w:rsidRPr="00A20BEF">
        <w:rPr>
          <w:rFonts w:asciiTheme="minorHAnsi" w:hAnsiTheme="minorHAnsi" w:cstheme="minorHAnsi"/>
        </w:rPr>
        <w:t>)</w:t>
      </w:r>
      <w:r w:rsidR="0061146D" w:rsidRPr="00A20BEF">
        <w:rPr>
          <w:rFonts w:asciiTheme="minorHAnsi" w:hAnsiTheme="minorHAnsi" w:cstheme="minorHAnsi"/>
          <w:iCs/>
        </w:rPr>
        <w:t>,</w:t>
      </w:r>
      <w:r w:rsidR="00A41087" w:rsidRPr="00A20BEF">
        <w:rPr>
          <w:rFonts w:asciiTheme="minorHAnsi" w:hAnsiTheme="minorHAnsi" w:cstheme="minorHAnsi"/>
          <w:iCs/>
        </w:rPr>
        <w:t xml:space="preserve"> zgłoszonych</w:t>
      </w:r>
      <w:r w:rsidR="00A41087">
        <w:rPr>
          <w:rFonts w:asciiTheme="minorHAnsi" w:hAnsiTheme="minorHAnsi" w:cstheme="minorHAnsi"/>
          <w:iCs/>
        </w:rPr>
        <w:t xml:space="preserve"> w ramach </w:t>
      </w:r>
      <w:r w:rsidR="00AF1D25">
        <w:rPr>
          <w:rFonts w:asciiTheme="minorHAnsi" w:hAnsiTheme="minorHAnsi" w:cstheme="minorHAnsi"/>
          <w:iCs/>
        </w:rPr>
        <w:t>Komitet</w:t>
      </w:r>
      <w:r w:rsidR="00A41087">
        <w:rPr>
          <w:rFonts w:asciiTheme="minorHAnsi" w:hAnsiTheme="minorHAnsi" w:cstheme="minorHAnsi"/>
          <w:iCs/>
        </w:rPr>
        <w:t>u</w:t>
      </w:r>
      <w:r w:rsidR="00AF1D25">
        <w:rPr>
          <w:rFonts w:asciiTheme="minorHAnsi" w:hAnsiTheme="minorHAnsi" w:cstheme="minorHAnsi"/>
          <w:iCs/>
        </w:rPr>
        <w:t xml:space="preserve"> </w:t>
      </w:r>
      <w:r w:rsidR="0061146D">
        <w:rPr>
          <w:rFonts w:asciiTheme="minorHAnsi" w:hAnsiTheme="minorHAnsi" w:cstheme="minorHAnsi"/>
          <w:iCs/>
        </w:rPr>
        <w:t>Rad</w:t>
      </w:r>
      <w:r w:rsidR="00AF1D25">
        <w:rPr>
          <w:rFonts w:asciiTheme="minorHAnsi" w:hAnsiTheme="minorHAnsi" w:cstheme="minorHAnsi"/>
          <w:iCs/>
        </w:rPr>
        <w:t>y</w:t>
      </w:r>
      <w:r w:rsidR="0061146D">
        <w:rPr>
          <w:rFonts w:asciiTheme="minorHAnsi" w:hAnsiTheme="minorHAnsi" w:cstheme="minorHAnsi"/>
          <w:iCs/>
        </w:rPr>
        <w:t xml:space="preserve"> Ministrów</w:t>
      </w:r>
      <w:r w:rsidR="007D2E7C">
        <w:rPr>
          <w:rFonts w:asciiTheme="minorHAnsi" w:hAnsiTheme="minorHAnsi" w:cstheme="minorHAnsi"/>
          <w:iCs/>
        </w:rPr>
        <w:t xml:space="preserve"> do spraw Cyfryzacji</w:t>
      </w:r>
      <w:r w:rsidR="002B15F2">
        <w:rPr>
          <w:rFonts w:asciiTheme="minorHAnsi" w:hAnsiTheme="minorHAnsi" w:cstheme="minorHAnsi"/>
          <w:iCs/>
        </w:rPr>
        <w:t>.</w:t>
      </w:r>
    </w:p>
    <w:p w14:paraId="36F1B37F" w14:textId="77777777" w:rsidR="0061146D" w:rsidRDefault="0061146D" w:rsidP="00A20BEF">
      <w:pPr>
        <w:spacing w:before="480" w:after="120"/>
        <w:ind w:left="2829"/>
        <w:jc w:val="center"/>
        <w:rPr>
          <w:rFonts w:asciiTheme="minorHAnsi" w:hAnsiTheme="minorHAnsi" w:cstheme="minorHAnsi"/>
          <w:i/>
          <w:iCs/>
        </w:rPr>
      </w:pPr>
      <w:r>
        <w:rPr>
          <w:rFonts w:asciiTheme="minorHAnsi" w:hAnsiTheme="minorHAnsi" w:cstheme="minorHAnsi"/>
          <w:i/>
          <w:iCs/>
        </w:rPr>
        <w:t>Z poważaniem,</w:t>
      </w:r>
    </w:p>
    <w:p w14:paraId="2B49BBE7" w14:textId="77777777" w:rsidR="003E73E6" w:rsidRDefault="0061146D" w:rsidP="0061146D">
      <w:pPr>
        <w:ind w:left="2832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z up. </w:t>
      </w:r>
      <w:r w:rsidR="003E73E6">
        <w:rPr>
          <w:rFonts w:asciiTheme="minorHAnsi" w:hAnsiTheme="minorHAnsi" w:cstheme="minorHAnsi"/>
          <w:b/>
          <w:bCs/>
        </w:rPr>
        <w:t>Janusz Cieszyński</w:t>
      </w:r>
    </w:p>
    <w:p w14:paraId="520E3C85" w14:textId="46BA597F" w:rsidR="0061146D" w:rsidRDefault="0061146D" w:rsidP="0061146D">
      <w:pPr>
        <w:ind w:left="2832"/>
        <w:jc w:val="center"/>
        <w:rPr>
          <w:rFonts w:asciiTheme="minorHAnsi" w:hAnsiTheme="minorHAnsi" w:cstheme="minorHAnsi"/>
          <w:b/>
          <w:bCs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</w:rPr>
        <w:t>Sekretarz Stanu</w:t>
      </w:r>
    </w:p>
    <w:p w14:paraId="07349369" w14:textId="77777777" w:rsidR="0061146D" w:rsidRDefault="0061146D" w:rsidP="0061146D">
      <w:pPr>
        <w:spacing w:after="120"/>
        <w:ind w:left="2829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w Kancelarii Prezesa Rady Ministrów</w:t>
      </w:r>
    </w:p>
    <w:p w14:paraId="37BB85C4" w14:textId="466E0832" w:rsidR="00B30905" w:rsidRPr="0033475C" w:rsidRDefault="0061146D" w:rsidP="0091688F">
      <w:pPr>
        <w:ind w:left="2832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527A3B" w14:textId="77777777" w:rsidR="008A68F5" w:rsidRDefault="008A68F5">
      <w:r>
        <w:separator/>
      </w:r>
    </w:p>
  </w:endnote>
  <w:endnote w:type="continuationSeparator" w:id="0">
    <w:p w14:paraId="1225D74F" w14:textId="77777777" w:rsidR="008A68F5" w:rsidRDefault="008A6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F67320" w14:textId="77777777" w:rsidR="005E753F" w:rsidRDefault="000E3511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3745B32F" wp14:editId="07F7DE6E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6FD7D11" w14:textId="77777777" w:rsidR="005E753F" w:rsidRDefault="000E3511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745B32F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" stroked="f">
              <v:textbox>
                <w:txbxContent>
                  <w:p w14:paraId="06FD7D11" w14:textId="77777777" w:rsidR="005E753F" w:rsidRDefault="000E3511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B1CD8F5" wp14:editId="2CBC1548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BDD64" w14:textId="4C3C3597" w:rsidR="00AE7731" w:rsidRDefault="008233AB">
    <w:pPr>
      <w:pStyle w:val="Stopka"/>
    </w:pPr>
    <w:r>
      <w:rPr>
        <w:noProof/>
      </w:rPr>
      <w:drawing>
        <wp:inline distT="0" distB="0" distL="0" distR="0" wp14:anchorId="14D4DFCE" wp14:editId="459A9DB4">
          <wp:extent cx="5391785" cy="961390"/>
          <wp:effectExtent l="0" t="0" r="0" b="0"/>
          <wp:docPr id="14" name="Obraz 14" descr="stopka gotowa - niepodległa bez adresu gov pl prem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stopka gotowa - niepodległa bez adresu gov pl premi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785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9E9EE" w14:textId="77777777" w:rsidR="008A68F5" w:rsidRDefault="008A68F5">
      <w:r>
        <w:separator/>
      </w:r>
    </w:p>
  </w:footnote>
  <w:footnote w:type="continuationSeparator" w:id="0">
    <w:p w14:paraId="47035141" w14:textId="77777777" w:rsidR="008A68F5" w:rsidRDefault="008A6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67B6D" w14:textId="77777777" w:rsidR="007018D3" w:rsidRDefault="008A68F5" w:rsidP="007018D3">
    <w:pPr>
      <w:pStyle w:val="Nagwek"/>
      <w:jc w:val="right"/>
    </w:pPr>
  </w:p>
  <w:p w14:paraId="3D89B899" w14:textId="77777777" w:rsidR="007018D3" w:rsidRDefault="008A68F5" w:rsidP="007018D3">
    <w:pPr>
      <w:pStyle w:val="Nagwek"/>
      <w:jc w:val="right"/>
    </w:pPr>
  </w:p>
  <w:p w14:paraId="677BA1AB" w14:textId="315E1E8E" w:rsidR="004633D0" w:rsidRDefault="000E3511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68942AC" wp14:editId="1ACFA052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9EDD3D" w14:textId="682896A5" w:rsidR="0033475C" w:rsidRPr="00DA3527" w:rsidRDefault="000D506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DRC.WL.0630.3</w:t>
                          </w:r>
                          <w:r w:rsidR="001763F9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</w:t>
                          </w:r>
                          <w:r w:rsidRPr="000D506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68942AC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189EDD3D" w14:textId="682896A5" w:rsidR="0033475C" w:rsidRPr="00DA3527" w:rsidRDefault="000D506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DRC.WL.0630.3</w:t>
                    </w:r>
                    <w:r w:rsidR="001763F9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</w:t>
                    </w:r>
                    <w:r w:rsidRPr="000D506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A46297B" wp14:editId="60B2164B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3E83BB" w14:textId="77777777" w:rsidR="007018D3" w:rsidRPr="00495DA1" w:rsidRDefault="000E3511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 w14:anchorId="2A46297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CWMage7gEAAK8DAAAOAAAAAAAAAAAAAAAAAC4CAABkcnMvZTJv&#10;RG9jLnhtbFBLAQItABQABgAIAAAAIQA+3y6S3wAAAAsBAAAPAAAAAAAAAAAAAAAAAEgEAABkcnMv&#10;ZG93bnJldi54bWxQSwUGAAAAAAQABADzAAAAVAUAAAAA&#10;" stroked="f">
              <v:textbox>
                <w:txbxContent>
                  <w:p w14:paraId="333E83BB" w14:textId="77777777" w:rsidR="007018D3" w:rsidRPr="00495DA1" w:rsidRDefault="000E3511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2B0E2772" wp14:editId="590BFEFA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dnia </w:t>
    </w:r>
    <w:bookmarkStart w:id="1" w:name="ezdDataPodpisu"/>
    <w:bookmarkEnd w:id="1"/>
    <w:r w:rsidR="00A41087">
      <w:t>7</w:t>
    </w:r>
    <w:r w:rsidR="00B81A4A">
      <w:t xml:space="preserve"> </w:t>
    </w:r>
    <w:r w:rsidR="00A41087">
      <w:t>września</w:t>
    </w:r>
    <w:r w:rsidR="00102F14">
      <w:t xml:space="preserve"> 202</w:t>
    </w:r>
    <w:r w:rsidR="008509B9">
      <w:t>2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A94291"/>
    <w:multiLevelType w:val="hybridMultilevel"/>
    <w:tmpl w:val="129C64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BE7BF3"/>
    <w:multiLevelType w:val="hybridMultilevel"/>
    <w:tmpl w:val="F8800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898"/>
    <w:rsid w:val="0001491D"/>
    <w:rsid w:val="000354AD"/>
    <w:rsid w:val="0003784B"/>
    <w:rsid w:val="00077ACB"/>
    <w:rsid w:val="00093826"/>
    <w:rsid w:val="000B7774"/>
    <w:rsid w:val="000D010B"/>
    <w:rsid w:val="000D506B"/>
    <w:rsid w:val="000E3511"/>
    <w:rsid w:val="000F6E02"/>
    <w:rsid w:val="00102F14"/>
    <w:rsid w:val="001419EA"/>
    <w:rsid w:val="001763F9"/>
    <w:rsid w:val="001B4C56"/>
    <w:rsid w:val="001D7944"/>
    <w:rsid w:val="002034D1"/>
    <w:rsid w:val="002063BF"/>
    <w:rsid w:val="00244328"/>
    <w:rsid w:val="00253780"/>
    <w:rsid w:val="00285C00"/>
    <w:rsid w:val="002A279C"/>
    <w:rsid w:val="002B15F2"/>
    <w:rsid w:val="00302C80"/>
    <w:rsid w:val="00305397"/>
    <w:rsid w:val="003226CF"/>
    <w:rsid w:val="00332C0E"/>
    <w:rsid w:val="00341650"/>
    <w:rsid w:val="003D3F63"/>
    <w:rsid w:val="003E52FC"/>
    <w:rsid w:val="003E73E6"/>
    <w:rsid w:val="004145B4"/>
    <w:rsid w:val="00417084"/>
    <w:rsid w:val="004669BD"/>
    <w:rsid w:val="004949CB"/>
    <w:rsid w:val="004C6ADD"/>
    <w:rsid w:val="004E29C2"/>
    <w:rsid w:val="0051467A"/>
    <w:rsid w:val="0052242E"/>
    <w:rsid w:val="00554615"/>
    <w:rsid w:val="005764C8"/>
    <w:rsid w:val="005923E5"/>
    <w:rsid w:val="00593172"/>
    <w:rsid w:val="005A5411"/>
    <w:rsid w:val="005B020A"/>
    <w:rsid w:val="005B3EC9"/>
    <w:rsid w:val="005B52E0"/>
    <w:rsid w:val="005C5596"/>
    <w:rsid w:val="00606D39"/>
    <w:rsid w:val="0061146D"/>
    <w:rsid w:val="006159FA"/>
    <w:rsid w:val="006C7A3B"/>
    <w:rsid w:val="006E0E1C"/>
    <w:rsid w:val="006E24BE"/>
    <w:rsid w:val="006E4898"/>
    <w:rsid w:val="00716C91"/>
    <w:rsid w:val="007202C8"/>
    <w:rsid w:val="00722972"/>
    <w:rsid w:val="007335D2"/>
    <w:rsid w:val="00734BFA"/>
    <w:rsid w:val="00757964"/>
    <w:rsid w:val="0079560B"/>
    <w:rsid w:val="007D2E7C"/>
    <w:rsid w:val="008233AB"/>
    <w:rsid w:val="00831BB5"/>
    <w:rsid w:val="008509B9"/>
    <w:rsid w:val="00871713"/>
    <w:rsid w:val="00875D2D"/>
    <w:rsid w:val="008A68F5"/>
    <w:rsid w:val="008B5B64"/>
    <w:rsid w:val="009000F1"/>
    <w:rsid w:val="00913609"/>
    <w:rsid w:val="0091688F"/>
    <w:rsid w:val="0092161E"/>
    <w:rsid w:val="00925885"/>
    <w:rsid w:val="00937F52"/>
    <w:rsid w:val="009414AA"/>
    <w:rsid w:val="00950E88"/>
    <w:rsid w:val="00952C9B"/>
    <w:rsid w:val="009553FB"/>
    <w:rsid w:val="009A3866"/>
    <w:rsid w:val="00A10EAD"/>
    <w:rsid w:val="00A11848"/>
    <w:rsid w:val="00A12639"/>
    <w:rsid w:val="00A20BEF"/>
    <w:rsid w:val="00A41087"/>
    <w:rsid w:val="00A70D98"/>
    <w:rsid w:val="00AA56CB"/>
    <w:rsid w:val="00AF1D25"/>
    <w:rsid w:val="00AF58CD"/>
    <w:rsid w:val="00AF6866"/>
    <w:rsid w:val="00B35896"/>
    <w:rsid w:val="00B56EA2"/>
    <w:rsid w:val="00B81A4A"/>
    <w:rsid w:val="00C6691A"/>
    <w:rsid w:val="00C84EA0"/>
    <w:rsid w:val="00CB56BD"/>
    <w:rsid w:val="00CB677F"/>
    <w:rsid w:val="00CC5F87"/>
    <w:rsid w:val="00D13A08"/>
    <w:rsid w:val="00D31E4B"/>
    <w:rsid w:val="00D6618C"/>
    <w:rsid w:val="00DB66F2"/>
    <w:rsid w:val="00DC6952"/>
    <w:rsid w:val="00DD1B5E"/>
    <w:rsid w:val="00DD2B2A"/>
    <w:rsid w:val="00E01130"/>
    <w:rsid w:val="00E20DF4"/>
    <w:rsid w:val="00E22563"/>
    <w:rsid w:val="00E7443A"/>
    <w:rsid w:val="00E777B4"/>
    <w:rsid w:val="00EA7D87"/>
    <w:rsid w:val="00EB272A"/>
    <w:rsid w:val="00EB40FB"/>
    <w:rsid w:val="00ED4881"/>
    <w:rsid w:val="00ED4F8D"/>
    <w:rsid w:val="00ED7FF8"/>
    <w:rsid w:val="00F04083"/>
    <w:rsid w:val="00F12745"/>
    <w:rsid w:val="00F136D0"/>
    <w:rsid w:val="00F23AD3"/>
    <w:rsid w:val="00F442EE"/>
    <w:rsid w:val="00F45A74"/>
    <w:rsid w:val="00F81470"/>
    <w:rsid w:val="00FA0D16"/>
    <w:rsid w:val="00FB0A55"/>
    <w:rsid w:val="00FD0F5D"/>
    <w:rsid w:val="00FD7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B0D0A6"/>
  <w15:docId w15:val="{9251E900-7FEB-4583-A61F-268113418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F8147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70D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0D9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0D9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0D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0D98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0D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0D9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8509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45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42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8</TotalTime>
  <Pages>1</Pages>
  <Words>71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Kuśmirek Miłosław</dc:creator>
  <cp:lastModifiedBy>Witkowska-Krzymowska Magdalena</cp:lastModifiedBy>
  <cp:revision>7</cp:revision>
  <dcterms:created xsi:type="dcterms:W3CDTF">2022-09-06T14:35:00Z</dcterms:created>
  <dcterms:modified xsi:type="dcterms:W3CDTF">2022-09-07T09:05:00Z</dcterms:modified>
</cp:coreProperties>
</file>